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AAD" w:rsidRPr="00FB00FA" w:rsidRDefault="00541AA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AAD" w:rsidRPr="00533862" w:rsidRDefault="00541AA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41AAD" w:rsidRPr="00106F15" w:rsidRDefault="00541AAD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41AAD" w:rsidRPr="00106F15" w:rsidRDefault="00541AAD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41AAD" w:rsidRPr="00106F15" w:rsidRDefault="00541AAD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541AAD" w:rsidRPr="00533862" w:rsidRDefault="00541AA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41AAD" w:rsidRPr="00106F15" w:rsidRDefault="00541AAD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41AAD" w:rsidRPr="00106F15" w:rsidRDefault="00541AAD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41AAD" w:rsidRPr="00106F15" w:rsidRDefault="00541AAD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327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541AAD" w:rsidRPr="005A03FA" w:rsidTr="000C7CFC">
        <w:trPr>
          <w:jc w:val="center"/>
        </w:trPr>
        <w:tc>
          <w:tcPr>
            <w:tcW w:w="1063" w:type="dxa"/>
          </w:tcPr>
          <w:p w:rsidR="00541AAD" w:rsidRPr="005A03FA" w:rsidRDefault="00541AAD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541AAD" w:rsidRPr="005A03FA" w:rsidRDefault="00541A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ao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Antonio Duarte de Siqueira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541AAD" w:rsidRPr="00691CF5" w:rsidRDefault="00541AAD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1AAD" w:rsidRDefault="00541A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ao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Antonio Duarte de Siqueira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da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Igreja Assembleia de Deus Madureira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541AAD" w:rsidRPr="00BF791A" w:rsidRDefault="00541A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541AAD" w:rsidRDefault="00541A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541AAD" w:rsidRDefault="00541AA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541AAD" w:rsidRDefault="00541AA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1AAD" w:rsidRDefault="00541AA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1AAD" w:rsidRDefault="00541AA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1AAD" w:rsidRPr="00A34F2C" w:rsidRDefault="00541AA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41AAD" w:rsidRDefault="00541AA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541AAD" w:rsidRDefault="00541AA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41AAD" w:rsidRDefault="00541AAD" w:rsidP="00E05DD5">
      <w:pPr>
        <w:jc w:val="center"/>
        <w:rPr>
          <w:rFonts w:ascii="Arial" w:hAnsi="Arial" w:cs="Arial"/>
        </w:rPr>
        <w:sectPr w:rsidR="00541AAD" w:rsidSect="00541AA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541AAD" w:rsidRPr="00A34F2C" w:rsidRDefault="00541AAD" w:rsidP="00E05DD5">
      <w:pPr>
        <w:jc w:val="center"/>
        <w:rPr>
          <w:rFonts w:ascii="Arial" w:hAnsi="Arial" w:cs="Arial"/>
        </w:rPr>
      </w:pPr>
    </w:p>
    <w:sectPr w:rsidR="00541AAD" w:rsidRPr="00A34F2C" w:rsidSect="00541AA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90F" w:rsidRDefault="00B2690F">
      <w:r>
        <w:separator/>
      </w:r>
    </w:p>
  </w:endnote>
  <w:endnote w:type="continuationSeparator" w:id="0">
    <w:p w:rsidR="00B2690F" w:rsidRDefault="00B2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AD" w:rsidRPr="00144FFF" w:rsidRDefault="00541AAD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AD" w:rsidRPr="00150EE2" w:rsidRDefault="00541AAD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90F" w:rsidRDefault="00B2690F">
      <w:r>
        <w:separator/>
      </w:r>
    </w:p>
  </w:footnote>
  <w:footnote w:type="continuationSeparator" w:id="0">
    <w:p w:rsidR="00B2690F" w:rsidRDefault="00B26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AD" w:rsidRDefault="00541AAD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541AAD" w:rsidRPr="00317C1A" w:rsidRDefault="00541AAD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1AAD" w:rsidRPr="00EB04D6" w:rsidRDefault="00541AA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541AAD" w:rsidRPr="00EB04D6" w:rsidRDefault="00541AA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1AAD" w:rsidRPr="00F73DA3" w:rsidRDefault="00541AAD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41AAD" w:rsidRPr="00F73DA3" w:rsidRDefault="00541AAD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41AAD" w:rsidRPr="00F73DA3" w:rsidRDefault="00541AAD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41AAD" w:rsidRPr="00F73DA3" w:rsidRDefault="00541AAD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1AAD" w:rsidRDefault="00541A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AD" w:rsidRDefault="00541AAD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1AAD" w:rsidRPr="00EB04D6" w:rsidRDefault="00541AA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41AAD" w:rsidRPr="00EB04D6" w:rsidRDefault="00541AA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1AAD" w:rsidRPr="00F73DA3" w:rsidRDefault="00541AAD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41AAD" w:rsidRPr="00F73DA3" w:rsidRDefault="00541AAD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541AAD" w:rsidRPr="00F73DA3" w:rsidRDefault="00541AAD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41AAD" w:rsidRPr="00F73DA3" w:rsidRDefault="00541AAD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1AAD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2690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53162-B5FA-4E5D-BEA4-35A4A51DE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2018-08-13T13:29:00Z</dcterms:created>
  <dcterms:modified xsi:type="dcterms:W3CDTF">2018-08-13T13:30:00Z</dcterms:modified>
</cp:coreProperties>
</file>